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94" w:rsidRPr="00E91ADE" w:rsidRDefault="00155294">
      <w:pPr>
        <w:pStyle w:val="Heading1"/>
        <w:spacing w:before="48"/>
        <w:ind w:left="5956" w:right="112" w:firstLine="834"/>
        <w:rPr>
          <w:rFonts w:ascii="Verdana" w:hAnsi="Verdana"/>
          <w:b w:val="0"/>
          <w:bCs w:val="0"/>
          <w:sz w:val="20"/>
          <w:szCs w:val="20"/>
          <w:lang w:val="it-IT"/>
        </w:rPr>
      </w:pP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ALL’UFFICIO</w:t>
      </w:r>
      <w:r w:rsidRPr="00E91ADE">
        <w:rPr>
          <w:rFonts w:ascii="Verdana" w:hAnsi="Verdana"/>
          <w:color w:val="000009"/>
          <w:spacing w:val="-17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ELETTORALE</w:t>
      </w:r>
      <w:r w:rsidRPr="00E91ADE">
        <w:rPr>
          <w:rFonts w:ascii="Verdana" w:hAnsi="Verdana"/>
          <w:color w:val="000009"/>
          <w:spacing w:val="24"/>
          <w:w w:val="99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DELLA</w:t>
      </w:r>
      <w:r w:rsidRPr="00E91ADE">
        <w:rPr>
          <w:rFonts w:ascii="Verdana" w:hAnsi="Verdana"/>
          <w:color w:val="000009"/>
          <w:spacing w:val="-3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PROVINCIA</w:t>
      </w:r>
      <w:r w:rsidRPr="00E91ADE">
        <w:rPr>
          <w:rFonts w:ascii="Verdana" w:hAnsi="Verdana"/>
          <w:color w:val="000009"/>
          <w:spacing w:val="-2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DI</w:t>
      </w:r>
      <w:r w:rsidRPr="00E91ADE">
        <w:rPr>
          <w:rFonts w:ascii="Verdana" w:hAnsi="Verdana"/>
          <w:color w:val="000009"/>
          <w:spacing w:val="-3"/>
          <w:sz w:val="20"/>
          <w:szCs w:val="20"/>
          <w:lang w:val="it-IT"/>
        </w:rPr>
        <w:t xml:space="preserve"> CROTONE</w:t>
      </w:r>
    </w:p>
    <w:p w:rsidR="00155294" w:rsidRPr="00E91ADE" w:rsidRDefault="00155294">
      <w:pPr>
        <w:spacing w:line="24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spacing w:before="12" w:line="30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pStyle w:val="BodyText"/>
        <w:ind w:right="124"/>
        <w:rPr>
          <w:rFonts w:ascii="Verdana" w:hAnsi="Verdana"/>
          <w:sz w:val="20"/>
          <w:szCs w:val="20"/>
          <w:lang w:val="it-IT"/>
        </w:rPr>
      </w:pPr>
      <w:r w:rsidRPr="00E91ADE">
        <w:rPr>
          <w:rFonts w:ascii="Verdana" w:hAnsi="Verdana"/>
          <w:b/>
          <w:color w:val="000009"/>
          <w:spacing w:val="-1"/>
          <w:sz w:val="20"/>
          <w:szCs w:val="20"/>
          <w:lang w:val="it-IT"/>
        </w:rPr>
        <w:t>OGGETTO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:DESIGNAZIONE</w:t>
      </w:r>
      <w:r w:rsidRPr="00E91ADE">
        <w:rPr>
          <w:rFonts w:ascii="Verdana" w:hAnsi="Verdana"/>
          <w:color w:val="000009"/>
          <w:spacing w:val="48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RAPPRESENTANTI</w:t>
      </w:r>
      <w:r w:rsidRPr="00E91ADE">
        <w:rPr>
          <w:rFonts w:ascii="Verdana" w:hAnsi="Verdana"/>
          <w:color w:val="000009"/>
          <w:spacing w:val="48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DEI</w:t>
      </w:r>
      <w:r w:rsidRPr="00E91ADE">
        <w:rPr>
          <w:rFonts w:ascii="Verdana" w:hAnsi="Verdana"/>
          <w:color w:val="000009"/>
          <w:spacing w:val="47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CANDIDATI</w:t>
      </w:r>
      <w:r w:rsidRPr="00E91ADE">
        <w:rPr>
          <w:rFonts w:ascii="Verdana" w:hAnsi="Verdana"/>
          <w:color w:val="000009"/>
          <w:spacing w:val="46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A</w:t>
      </w:r>
      <w:r w:rsidRPr="00E91ADE">
        <w:rPr>
          <w:rFonts w:ascii="Verdana" w:hAnsi="Verdana"/>
          <w:color w:val="000009"/>
          <w:spacing w:val="50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PRESIDENTE</w:t>
      </w:r>
      <w:r w:rsidRPr="00E91ADE">
        <w:rPr>
          <w:rFonts w:ascii="Verdana" w:hAnsi="Verdana"/>
          <w:color w:val="000009"/>
          <w:spacing w:val="48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DELLA</w:t>
      </w:r>
      <w:r w:rsidRPr="00E91ADE">
        <w:rPr>
          <w:rFonts w:ascii="Verdana" w:hAnsi="Verdana"/>
          <w:color w:val="000009"/>
          <w:spacing w:val="59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PROVINCIA</w:t>
      </w:r>
      <w:r w:rsidRPr="00E91ADE">
        <w:rPr>
          <w:rFonts w:ascii="Verdana" w:hAnsi="Verdana"/>
          <w:color w:val="000009"/>
          <w:spacing w:val="-4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DI</w:t>
      </w:r>
      <w:r w:rsidRPr="00E91ADE">
        <w:rPr>
          <w:rFonts w:ascii="Verdana" w:hAnsi="Verdana"/>
          <w:color w:val="000009"/>
          <w:spacing w:val="-3"/>
          <w:sz w:val="20"/>
          <w:szCs w:val="20"/>
          <w:lang w:val="it-IT"/>
        </w:rPr>
        <w:t xml:space="preserve"> CROTONE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,</w:t>
      </w:r>
      <w:r w:rsidRPr="00E91ADE">
        <w:rPr>
          <w:rFonts w:ascii="Verdana" w:hAnsi="Verdana"/>
          <w:color w:val="000009"/>
          <w:spacing w:val="53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PRESSO</w:t>
      </w:r>
      <w:r w:rsidRPr="00E91ADE">
        <w:rPr>
          <w:rFonts w:ascii="Verdana" w:hAnsi="Verdana"/>
          <w:color w:val="000009"/>
          <w:spacing w:val="-3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IL</w:t>
      </w:r>
      <w:r w:rsidRPr="00E91ADE">
        <w:rPr>
          <w:rFonts w:ascii="Verdana" w:hAnsi="Verdana"/>
          <w:color w:val="000009"/>
          <w:spacing w:val="-2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SEGGIO</w:t>
      </w:r>
      <w:r w:rsidRPr="00E91ADE">
        <w:rPr>
          <w:rFonts w:ascii="Verdana" w:hAnsi="Verdana"/>
          <w:color w:val="000009"/>
          <w:spacing w:val="-4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ELETTORALE.</w:t>
      </w:r>
    </w:p>
    <w:p w:rsidR="00155294" w:rsidRPr="00E91ADE" w:rsidRDefault="00155294">
      <w:pPr>
        <w:spacing w:before="7" w:line="20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spacing w:line="200" w:lineRule="exact"/>
        <w:rPr>
          <w:rFonts w:ascii="Verdana" w:hAnsi="Verdana"/>
          <w:sz w:val="20"/>
          <w:szCs w:val="20"/>
          <w:lang w:val="it-IT"/>
        </w:rPr>
        <w:sectPr w:rsidR="00155294" w:rsidRPr="00E91ADE">
          <w:type w:val="continuous"/>
          <w:pgSz w:w="12240" w:h="15840"/>
          <w:pgMar w:top="520" w:right="1020" w:bottom="280" w:left="1020" w:header="720" w:footer="720" w:gutter="0"/>
          <w:cols w:space="720"/>
        </w:sectPr>
      </w:pPr>
    </w:p>
    <w:p w:rsidR="00155294" w:rsidRPr="00E91ADE" w:rsidRDefault="00155294">
      <w:pPr>
        <w:pStyle w:val="BodyText"/>
        <w:tabs>
          <w:tab w:val="left" w:pos="894"/>
          <w:tab w:val="left" w:pos="2525"/>
        </w:tabs>
        <w:spacing w:before="69" w:line="274" w:lineRule="auto"/>
        <w:rPr>
          <w:rFonts w:ascii="Verdana" w:hAnsi="Verdana"/>
          <w:sz w:val="20"/>
          <w:szCs w:val="20"/>
          <w:lang w:val="it-IT"/>
        </w:rPr>
      </w:pP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Il/la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ab/>
        <w:t>sottoscritto/a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ab/>
      </w:r>
      <w:r w:rsidRPr="00E91ADE">
        <w:rPr>
          <w:rFonts w:ascii="Verdana" w:hAnsi="Verdana"/>
          <w:color w:val="000009"/>
          <w:sz w:val="20"/>
          <w:szCs w:val="20"/>
          <w:u w:val="single" w:color="000008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23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Nato/a</w:t>
      </w:r>
      <w:r w:rsidRPr="00E91ADE">
        <w:rPr>
          <w:rFonts w:ascii="Verdana" w:hAnsi="Verdana"/>
          <w:color w:val="000009"/>
          <w:spacing w:val="-5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a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u w:val="single" w:color="000008"/>
          <w:lang w:val="it-IT"/>
        </w:rPr>
        <w:t xml:space="preserve"> </w:t>
      </w:r>
    </w:p>
    <w:p w:rsidR="00155294" w:rsidRPr="00E91ADE" w:rsidRDefault="00155294">
      <w:pPr>
        <w:spacing w:before="5" w:line="140" w:lineRule="exact"/>
        <w:rPr>
          <w:rFonts w:ascii="Verdana" w:hAnsi="Verdana"/>
          <w:sz w:val="20"/>
          <w:szCs w:val="20"/>
          <w:lang w:val="it-IT"/>
        </w:rPr>
      </w:pPr>
      <w:r w:rsidRPr="00E91ADE">
        <w:rPr>
          <w:rFonts w:ascii="Verdana" w:hAnsi="Verdana"/>
          <w:sz w:val="20"/>
          <w:szCs w:val="20"/>
          <w:lang w:val="it-IT"/>
        </w:rPr>
        <w:br w:type="column"/>
      </w:r>
    </w:p>
    <w:p w:rsidR="00155294" w:rsidRPr="00E91ADE" w:rsidRDefault="00155294">
      <w:pPr>
        <w:spacing w:line="24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pStyle w:val="BodyText"/>
        <w:ind w:left="116"/>
        <w:rPr>
          <w:rFonts w:ascii="Verdana" w:hAnsi="Verdana"/>
          <w:sz w:val="20"/>
          <w:szCs w:val="20"/>
          <w:lang w:val="it-IT"/>
        </w:rPr>
      </w:pP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il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1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u w:val="single" w:color="000008"/>
          <w:lang w:val="it-IT"/>
        </w:rPr>
        <w:t xml:space="preserve"> </w:t>
      </w:r>
    </w:p>
    <w:p w:rsidR="00155294" w:rsidRPr="00E91ADE" w:rsidRDefault="00155294">
      <w:pPr>
        <w:rPr>
          <w:rFonts w:ascii="Verdana" w:hAnsi="Verdana"/>
          <w:sz w:val="20"/>
          <w:szCs w:val="20"/>
          <w:lang w:val="it-IT"/>
        </w:rPr>
        <w:sectPr w:rsidR="00155294" w:rsidRPr="00E91ADE">
          <w:type w:val="continuous"/>
          <w:pgSz w:w="12240" w:h="15840"/>
          <w:pgMar w:top="520" w:right="1020" w:bottom="280" w:left="1020" w:header="720" w:footer="720" w:gutter="0"/>
          <w:cols w:num="2" w:space="720" w:equalWidth="0">
            <w:col w:w="2586" w:space="3139"/>
            <w:col w:w="4475"/>
          </w:cols>
        </w:sectPr>
      </w:pPr>
    </w:p>
    <w:p w:rsidR="00155294" w:rsidRPr="00E91ADE" w:rsidRDefault="00155294">
      <w:pPr>
        <w:pStyle w:val="BodyText"/>
        <w:spacing w:before="3"/>
        <w:rPr>
          <w:rFonts w:ascii="Verdana" w:hAnsi="Verdana"/>
          <w:sz w:val="20"/>
          <w:szCs w:val="20"/>
          <w:lang w:val="it-IT"/>
        </w:rPr>
      </w:pP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delegat</w:t>
      </w:r>
      <w:r w:rsidRPr="00E91ADE">
        <w:rPr>
          <w:rFonts w:ascii="Verdana" w:hAnsi="Verdana"/>
          <w:color w:val="000009"/>
          <w:sz w:val="20"/>
          <w:szCs w:val="20"/>
          <w:u w:val="single" w:color="000008"/>
          <w:lang w:val="it-IT"/>
        </w:rPr>
        <w:t xml:space="preserve"> </w:t>
      </w:r>
    </w:p>
    <w:p w:rsidR="00155294" w:rsidRPr="00E91ADE" w:rsidRDefault="00155294">
      <w:pPr>
        <w:pStyle w:val="BodyText"/>
        <w:spacing w:before="3"/>
        <w:rPr>
          <w:rFonts w:ascii="Verdana" w:hAnsi="Verdana"/>
          <w:sz w:val="20"/>
          <w:szCs w:val="20"/>
          <w:lang w:val="it-IT"/>
        </w:rPr>
      </w:pPr>
      <w:r w:rsidRPr="00E91ADE">
        <w:rPr>
          <w:rFonts w:ascii="Verdana" w:hAnsi="Verdana"/>
          <w:sz w:val="20"/>
          <w:szCs w:val="20"/>
          <w:lang w:val="it-IT"/>
        </w:rPr>
        <w:br w:type="column"/>
      </w:r>
      <w:hyperlink w:anchor="_bookmark0" w:history="1">
        <w:r w:rsidRPr="00E91ADE">
          <w:rPr>
            <w:rFonts w:ascii="Verdana" w:hAnsi="Verdana"/>
            <w:color w:val="000009"/>
            <w:position w:val="9"/>
            <w:sz w:val="20"/>
            <w:szCs w:val="20"/>
            <w:lang w:val="it-IT"/>
          </w:rPr>
          <w:t>1</w:t>
        </w:r>
      </w:hyperlink>
      <w:r w:rsidRPr="00E91ADE">
        <w:rPr>
          <w:rFonts w:ascii="Verdana" w:hAnsi="Verdana"/>
          <w:color w:val="000009"/>
          <w:position w:val="9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20"/>
          <w:position w:val="9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dai</w:t>
      </w:r>
      <w:r w:rsidRPr="00E91ADE">
        <w:rPr>
          <w:rFonts w:ascii="Verdana" w:hAnsi="Verdana"/>
          <w:color w:val="000009"/>
          <w:spacing w:val="32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presentatori</w:t>
      </w:r>
      <w:r w:rsidRPr="00E91ADE">
        <w:rPr>
          <w:rFonts w:ascii="Verdana" w:hAnsi="Verdana"/>
          <w:color w:val="000009"/>
          <w:spacing w:val="29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della</w:t>
      </w:r>
      <w:r w:rsidRPr="00E91ADE">
        <w:rPr>
          <w:rFonts w:ascii="Verdana" w:hAnsi="Verdana"/>
          <w:color w:val="000009"/>
          <w:spacing w:val="31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candidatura</w:t>
      </w:r>
      <w:r w:rsidRPr="00E91ADE">
        <w:rPr>
          <w:rFonts w:ascii="Verdana" w:hAnsi="Verdana"/>
          <w:color w:val="000009"/>
          <w:spacing w:val="31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del</w:t>
      </w:r>
      <w:r w:rsidRPr="00E91ADE">
        <w:rPr>
          <w:rFonts w:ascii="Verdana" w:hAnsi="Verdana"/>
          <w:color w:val="000009"/>
          <w:spacing w:val="31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Sig.</w:t>
      </w:r>
      <w:r w:rsidRPr="00E91ADE">
        <w:rPr>
          <w:rFonts w:ascii="Verdana" w:hAnsi="Verdana"/>
          <w:color w:val="000009"/>
          <w:sz w:val="20"/>
          <w:szCs w:val="20"/>
          <w:u w:val="single" w:color="000008"/>
          <w:lang w:val="it-IT"/>
        </w:rPr>
        <w:t xml:space="preserve"> </w:t>
      </w:r>
    </w:p>
    <w:p w:rsidR="00155294" w:rsidRPr="00E91ADE" w:rsidRDefault="00155294">
      <w:pPr>
        <w:pStyle w:val="BodyText"/>
        <w:spacing w:before="3"/>
        <w:rPr>
          <w:rFonts w:ascii="Verdana" w:hAnsi="Verdana"/>
          <w:sz w:val="20"/>
          <w:szCs w:val="20"/>
          <w:lang w:val="it-IT"/>
        </w:rPr>
      </w:pPr>
      <w:r w:rsidRPr="00E91ADE">
        <w:rPr>
          <w:rFonts w:ascii="Verdana" w:hAnsi="Verdana"/>
          <w:sz w:val="20"/>
          <w:szCs w:val="20"/>
          <w:lang w:val="it-IT"/>
        </w:rPr>
        <w:br w:type="column"/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nato</w:t>
      </w:r>
    </w:p>
    <w:p w:rsidR="00155294" w:rsidRPr="00E91ADE" w:rsidRDefault="00155294">
      <w:pPr>
        <w:rPr>
          <w:rFonts w:ascii="Verdana" w:hAnsi="Verdana"/>
          <w:sz w:val="20"/>
          <w:szCs w:val="20"/>
          <w:lang w:val="it-IT"/>
        </w:rPr>
        <w:sectPr w:rsidR="00155294" w:rsidRPr="00E91ADE">
          <w:type w:val="continuous"/>
          <w:pgSz w:w="12240" w:h="15840"/>
          <w:pgMar w:top="520" w:right="1020" w:bottom="280" w:left="1020" w:header="720" w:footer="720" w:gutter="0"/>
          <w:cols w:num="3" w:space="720" w:equalWidth="0">
            <w:col w:w="868" w:space="66"/>
            <w:col w:w="4505" w:space="4119"/>
            <w:col w:w="642"/>
          </w:cols>
        </w:sectPr>
      </w:pPr>
    </w:p>
    <w:p w:rsidR="00155294" w:rsidRPr="00E91ADE" w:rsidRDefault="00155294">
      <w:pPr>
        <w:pStyle w:val="BodyText"/>
        <w:tabs>
          <w:tab w:val="left" w:pos="2127"/>
        </w:tabs>
        <w:spacing w:before="40"/>
        <w:rPr>
          <w:rFonts w:ascii="Verdana" w:hAnsi="Verdana"/>
          <w:sz w:val="20"/>
          <w:szCs w:val="20"/>
          <w:lang w:val="it-IT"/>
        </w:rPr>
      </w:pP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a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ab/>
        <w:t>il</w:t>
      </w:r>
      <w:r w:rsidRPr="00E91ADE">
        <w:rPr>
          <w:rFonts w:ascii="Verdana" w:hAnsi="Verdana"/>
          <w:color w:val="000009"/>
          <w:sz w:val="20"/>
          <w:szCs w:val="20"/>
          <w:u w:val="single" w:color="000008"/>
          <w:lang w:val="it-IT"/>
        </w:rPr>
        <w:t xml:space="preserve"> </w:t>
      </w:r>
    </w:p>
    <w:p w:rsidR="00155294" w:rsidRPr="00E91ADE" w:rsidRDefault="00155294">
      <w:pPr>
        <w:pStyle w:val="BodyText"/>
        <w:spacing w:before="40"/>
        <w:ind w:left="116"/>
        <w:rPr>
          <w:rFonts w:ascii="Verdana" w:hAnsi="Verdana"/>
          <w:sz w:val="20"/>
          <w:szCs w:val="20"/>
          <w:lang w:val="it-IT"/>
        </w:rPr>
      </w:pPr>
      <w:r w:rsidRPr="00E91ADE">
        <w:rPr>
          <w:rFonts w:ascii="Verdana" w:hAnsi="Verdana"/>
          <w:sz w:val="20"/>
          <w:szCs w:val="20"/>
          <w:lang w:val="it-IT"/>
        </w:rPr>
        <w:br w:type="column"/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per</w:t>
      </w:r>
      <w:r w:rsidRPr="00E91ADE">
        <w:rPr>
          <w:rFonts w:ascii="Verdana" w:hAnsi="Verdana"/>
          <w:color w:val="000009"/>
          <w:spacing w:val="39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l’Elezione</w:t>
      </w:r>
      <w:r w:rsidRPr="00E91ADE">
        <w:rPr>
          <w:rFonts w:ascii="Verdana" w:hAnsi="Verdana"/>
          <w:color w:val="000009"/>
          <w:spacing w:val="38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del</w:t>
      </w:r>
      <w:r w:rsidRPr="00E91ADE">
        <w:rPr>
          <w:rFonts w:ascii="Verdana" w:hAnsi="Verdana"/>
          <w:color w:val="000009"/>
          <w:spacing w:val="39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Presidente</w:t>
      </w:r>
      <w:r w:rsidRPr="00E91ADE">
        <w:rPr>
          <w:rFonts w:ascii="Verdana" w:hAnsi="Verdana"/>
          <w:color w:val="000009"/>
          <w:spacing w:val="38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della</w:t>
      </w:r>
      <w:r w:rsidRPr="00E91ADE">
        <w:rPr>
          <w:rFonts w:ascii="Verdana" w:hAnsi="Verdana"/>
          <w:color w:val="000009"/>
          <w:spacing w:val="39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Provincia</w:t>
      </w:r>
      <w:r w:rsidRPr="00E91ADE">
        <w:rPr>
          <w:rFonts w:ascii="Verdana" w:hAnsi="Verdana"/>
          <w:color w:val="000009"/>
          <w:spacing w:val="39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che</w:t>
      </w:r>
      <w:r w:rsidRPr="00E91ADE">
        <w:rPr>
          <w:rFonts w:ascii="Verdana" w:hAnsi="Verdana"/>
          <w:color w:val="000009"/>
          <w:spacing w:val="39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avrà</w:t>
      </w:r>
    </w:p>
    <w:p w:rsidR="00155294" w:rsidRPr="00E91ADE" w:rsidRDefault="00155294">
      <w:pPr>
        <w:rPr>
          <w:rFonts w:ascii="Verdana" w:hAnsi="Verdana"/>
          <w:sz w:val="20"/>
          <w:szCs w:val="20"/>
          <w:lang w:val="it-IT"/>
        </w:rPr>
        <w:sectPr w:rsidR="00155294" w:rsidRPr="00E91ADE">
          <w:type w:val="continuous"/>
          <w:pgSz w:w="12240" w:h="15840"/>
          <w:pgMar w:top="520" w:right="1020" w:bottom="280" w:left="1020" w:header="720" w:footer="720" w:gutter="0"/>
          <w:cols w:num="2" w:space="720" w:equalWidth="0">
            <w:col w:w="2320" w:space="2193"/>
            <w:col w:w="5687"/>
          </w:cols>
        </w:sectPr>
      </w:pPr>
    </w:p>
    <w:p w:rsidR="00155294" w:rsidRPr="00E91ADE" w:rsidRDefault="00155294">
      <w:pPr>
        <w:pStyle w:val="BodyText"/>
        <w:spacing w:before="42"/>
        <w:rPr>
          <w:rFonts w:ascii="Verdana" w:hAnsi="Verdana"/>
          <w:sz w:val="20"/>
          <w:szCs w:val="20"/>
          <w:lang w:val="it-IT"/>
        </w:rPr>
      </w:pP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luogo il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 xml:space="preserve">  9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 xml:space="preserve"> Gennaio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 xml:space="preserve"> 2017</w:t>
      </w:r>
    </w:p>
    <w:p w:rsidR="00155294" w:rsidRPr="00E91ADE" w:rsidRDefault="00155294">
      <w:pPr>
        <w:spacing w:before="9" w:line="28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pStyle w:val="Heading1"/>
        <w:ind w:right="115"/>
        <w:jc w:val="center"/>
        <w:rPr>
          <w:rFonts w:ascii="Verdana" w:hAnsi="Verdana"/>
          <w:b w:val="0"/>
          <w:bCs w:val="0"/>
          <w:sz w:val="20"/>
          <w:szCs w:val="20"/>
          <w:lang w:val="it-IT"/>
        </w:rPr>
      </w:pP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DESIGNA</w:t>
      </w:r>
    </w:p>
    <w:p w:rsidR="00155294" w:rsidRPr="00E91ADE" w:rsidRDefault="00155294">
      <w:pPr>
        <w:spacing w:before="84" w:line="550" w:lineRule="atLeast"/>
        <w:ind w:left="115" w:right="2251"/>
        <w:rPr>
          <w:rFonts w:ascii="Verdana" w:hAnsi="Verdana"/>
          <w:sz w:val="20"/>
          <w:szCs w:val="20"/>
          <w:lang w:val="it-IT"/>
        </w:rPr>
      </w:pP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quale</w:t>
      </w:r>
      <w:r w:rsidRPr="00E91ADE">
        <w:rPr>
          <w:rFonts w:ascii="Verdana" w:hAnsi="Verdana"/>
          <w:color w:val="000009"/>
          <w:spacing w:val="-5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rappresentante</w:t>
      </w:r>
      <w:r w:rsidRPr="00E91ADE">
        <w:rPr>
          <w:rFonts w:ascii="Verdana" w:hAnsi="Verdana"/>
          <w:color w:val="000009"/>
          <w:spacing w:val="-6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di</w:t>
      </w:r>
      <w:r w:rsidRPr="00E91ADE">
        <w:rPr>
          <w:rFonts w:ascii="Verdana" w:hAnsi="Verdana"/>
          <w:color w:val="000009"/>
          <w:spacing w:val="-5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candidato</w:t>
      </w:r>
      <w:r w:rsidRPr="00E91ADE">
        <w:rPr>
          <w:rFonts w:ascii="Verdana" w:hAnsi="Verdana"/>
          <w:color w:val="000009"/>
          <w:spacing w:val="29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presso</w:t>
      </w:r>
      <w:r w:rsidRPr="00E91ADE">
        <w:rPr>
          <w:rFonts w:ascii="Verdana" w:hAnsi="Verdana"/>
          <w:color w:val="000009"/>
          <w:spacing w:val="-5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il</w:t>
      </w:r>
      <w:r w:rsidRPr="00E91ADE">
        <w:rPr>
          <w:rFonts w:ascii="Verdana" w:hAnsi="Verdana"/>
          <w:color w:val="000009"/>
          <w:spacing w:val="50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presso</w:t>
      </w:r>
      <w:r w:rsidRPr="00E91ADE">
        <w:rPr>
          <w:rFonts w:ascii="Verdana" w:hAnsi="Verdana"/>
          <w:color w:val="000009"/>
          <w:spacing w:val="-6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il</w:t>
      </w:r>
      <w:r w:rsidRPr="00E91ADE">
        <w:rPr>
          <w:rFonts w:ascii="Verdana" w:hAnsi="Verdana"/>
          <w:color w:val="000009"/>
          <w:spacing w:val="-5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b/>
          <w:color w:val="000009"/>
          <w:spacing w:val="-1"/>
          <w:sz w:val="20"/>
          <w:szCs w:val="20"/>
          <w:lang w:val="it-IT"/>
        </w:rPr>
        <w:t>SEGGIO</w:t>
      </w:r>
      <w:r w:rsidRPr="00E91ADE">
        <w:rPr>
          <w:rFonts w:ascii="Verdana" w:hAnsi="Verdana"/>
          <w:b/>
          <w:color w:val="000009"/>
          <w:spacing w:val="-6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b/>
          <w:color w:val="000009"/>
          <w:spacing w:val="-1"/>
          <w:sz w:val="20"/>
          <w:szCs w:val="20"/>
          <w:lang w:val="it-IT"/>
        </w:rPr>
        <w:t>ELETTORALE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:</w:t>
      </w:r>
      <w:r w:rsidRPr="00E91ADE">
        <w:rPr>
          <w:rFonts w:ascii="Verdana" w:hAnsi="Verdana"/>
          <w:color w:val="000009"/>
          <w:spacing w:val="73"/>
          <w:w w:val="99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b/>
          <w:color w:val="000009"/>
          <w:spacing w:val="-1"/>
          <w:sz w:val="20"/>
          <w:szCs w:val="20"/>
          <w:lang w:val="it-IT"/>
        </w:rPr>
        <w:t>Rappresentante</w:t>
      </w:r>
      <w:r w:rsidRPr="00E91ADE">
        <w:rPr>
          <w:rFonts w:ascii="Verdana" w:hAnsi="Verdana"/>
          <w:b/>
          <w:color w:val="000009"/>
          <w:spacing w:val="-12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b/>
          <w:color w:val="000009"/>
          <w:spacing w:val="-1"/>
          <w:sz w:val="20"/>
          <w:szCs w:val="20"/>
          <w:lang w:val="it-IT"/>
        </w:rPr>
        <w:t>effettivo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:</w:t>
      </w:r>
    </w:p>
    <w:p w:rsidR="00155294" w:rsidRPr="00E91ADE" w:rsidRDefault="00155294">
      <w:pPr>
        <w:pStyle w:val="BodyText"/>
        <w:rPr>
          <w:rFonts w:ascii="Verdana" w:hAnsi="Verdana"/>
          <w:sz w:val="20"/>
          <w:szCs w:val="20"/>
          <w:lang w:val="it-IT"/>
        </w:rPr>
      </w:pP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Nome,</w:t>
      </w:r>
      <w:r w:rsidRPr="00E91ADE">
        <w:rPr>
          <w:rFonts w:ascii="Verdana" w:hAnsi="Verdana"/>
          <w:color w:val="000009"/>
          <w:spacing w:val="-5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Cognome,</w:t>
      </w:r>
      <w:r w:rsidRPr="00E91ADE">
        <w:rPr>
          <w:rFonts w:ascii="Verdana" w:hAnsi="Verdana"/>
          <w:color w:val="000009"/>
          <w:spacing w:val="-4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data</w:t>
      </w:r>
      <w:r w:rsidRPr="00E91ADE">
        <w:rPr>
          <w:rFonts w:ascii="Verdana" w:hAnsi="Verdana"/>
          <w:color w:val="000009"/>
          <w:spacing w:val="-6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di</w:t>
      </w:r>
      <w:r w:rsidRPr="00E91ADE">
        <w:rPr>
          <w:rFonts w:ascii="Verdana" w:hAnsi="Verdana"/>
          <w:color w:val="000009"/>
          <w:spacing w:val="-4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nascita</w:t>
      </w:r>
      <w:r w:rsidRPr="00E91ADE">
        <w:rPr>
          <w:rFonts w:ascii="Verdana" w:hAnsi="Verdana"/>
          <w:color w:val="000009"/>
          <w:spacing w:val="-3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………………………………………………………………………….</w:t>
      </w:r>
      <w:r w:rsidRPr="00E91ADE">
        <w:rPr>
          <w:rFonts w:ascii="Verdana" w:hAnsi="Verdana"/>
          <w:color w:val="000009"/>
          <w:spacing w:val="30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tel.:</w:t>
      </w:r>
      <w:r w:rsidRPr="00E91ADE">
        <w:rPr>
          <w:rFonts w:ascii="Verdana" w:hAnsi="Verdana"/>
          <w:color w:val="000009"/>
          <w:spacing w:val="-4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……………………………………………</w:t>
      </w:r>
      <w:r w:rsidRPr="00E91ADE">
        <w:rPr>
          <w:rFonts w:ascii="Verdana" w:hAnsi="Verdana"/>
          <w:color w:val="000009"/>
          <w:spacing w:val="-2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mail</w:t>
      </w:r>
      <w:r w:rsidRPr="00E91ADE">
        <w:rPr>
          <w:rFonts w:ascii="Verdana" w:hAnsi="Verdana"/>
          <w:color w:val="000009"/>
          <w:spacing w:val="-4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…………………………………………………….</w:t>
      </w:r>
    </w:p>
    <w:p w:rsidR="00155294" w:rsidRPr="00E91ADE" w:rsidRDefault="00155294">
      <w:pPr>
        <w:spacing w:before="16" w:line="26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pStyle w:val="Heading1"/>
        <w:spacing w:before="0"/>
        <w:ind w:left="115"/>
        <w:rPr>
          <w:rFonts w:ascii="Verdana" w:hAnsi="Verdana"/>
          <w:b w:val="0"/>
          <w:bCs w:val="0"/>
          <w:sz w:val="20"/>
          <w:szCs w:val="20"/>
          <w:lang w:val="it-IT"/>
        </w:rPr>
      </w:pP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Rappresentante</w:t>
      </w:r>
      <w:r w:rsidRPr="00E91ADE">
        <w:rPr>
          <w:rFonts w:ascii="Verdana" w:hAnsi="Verdana"/>
          <w:color w:val="000009"/>
          <w:spacing w:val="-11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supplente</w:t>
      </w:r>
      <w:r w:rsidRPr="00E91ADE">
        <w:rPr>
          <w:rFonts w:ascii="Verdana" w:hAnsi="Verdana"/>
          <w:b w:val="0"/>
          <w:color w:val="000009"/>
          <w:spacing w:val="-1"/>
          <w:sz w:val="20"/>
          <w:szCs w:val="20"/>
          <w:lang w:val="it-IT"/>
        </w:rPr>
        <w:t>:</w:t>
      </w:r>
    </w:p>
    <w:p w:rsidR="00155294" w:rsidRPr="00E91ADE" w:rsidRDefault="00155294">
      <w:pPr>
        <w:pStyle w:val="BodyText"/>
        <w:rPr>
          <w:rFonts w:ascii="Verdana" w:hAnsi="Verdana"/>
          <w:sz w:val="20"/>
          <w:szCs w:val="20"/>
          <w:lang w:val="it-IT"/>
        </w:rPr>
      </w:pP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Nome,</w:t>
      </w:r>
      <w:r w:rsidRPr="00E91ADE">
        <w:rPr>
          <w:rFonts w:ascii="Verdana" w:hAnsi="Verdana"/>
          <w:color w:val="000009"/>
          <w:spacing w:val="-5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Cognome,</w:t>
      </w:r>
      <w:r w:rsidRPr="00E91ADE">
        <w:rPr>
          <w:rFonts w:ascii="Verdana" w:hAnsi="Verdana"/>
          <w:color w:val="000009"/>
          <w:spacing w:val="-4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data</w:t>
      </w:r>
      <w:r w:rsidRPr="00E91ADE">
        <w:rPr>
          <w:rFonts w:ascii="Verdana" w:hAnsi="Verdana"/>
          <w:color w:val="000009"/>
          <w:spacing w:val="-6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di</w:t>
      </w:r>
      <w:r w:rsidRPr="00E91ADE">
        <w:rPr>
          <w:rFonts w:ascii="Verdana" w:hAnsi="Verdana"/>
          <w:color w:val="000009"/>
          <w:spacing w:val="-4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nascita</w:t>
      </w:r>
      <w:r w:rsidRPr="00E91ADE">
        <w:rPr>
          <w:rFonts w:ascii="Verdana" w:hAnsi="Verdana"/>
          <w:color w:val="000009"/>
          <w:spacing w:val="-3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………………………………………………………………………….</w:t>
      </w:r>
      <w:r w:rsidRPr="00E91ADE">
        <w:rPr>
          <w:rFonts w:ascii="Verdana" w:hAnsi="Verdana"/>
          <w:color w:val="000009"/>
          <w:spacing w:val="30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tel.:</w:t>
      </w:r>
      <w:r w:rsidRPr="00E91ADE">
        <w:rPr>
          <w:rFonts w:ascii="Verdana" w:hAnsi="Verdana"/>
          <w:color w:val="000009"/>
          <w:spacing w:val="-4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……………………………………………</w:t>
      </w:r>
      <w:r w:rsidRPr="00E91ADE">
        <w:rPr>
          <w:rFonts w:ascii="Verdana" w:hAnsi="Verdana"/>
          <w:color w:val="000009"/>
          <w:spacing w:val="-2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mail</w:t>
      </w:r>
      <w:r w:rsidRPr="00E91ADE">
        <w:rPr>
          <w:rFonts w:ascii="Verdana" w:hAnsi="Verdana"/>
          <w:color w:val="000009"/>
          <w:spacing w:val="-4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…………………………………………………….</w:t>
      </w:r>
    </w:p>
    <w:p w:rsidR="00155294" w:rsidRPr="00E91ADE" w:rsidRDefault="00155294">
      <w:pPr>
        <w:spacing w:before="7" w:line="20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spacing w:line="200" w:lineRule="exact"/>
        <w:rPr>
          <w:rFonts w:ascii="Verdana" w:hAnsi="Verdana"/>
          <w:sz w:val="20"/>
          <w:szCs w:val="20"/>
          <w:lang w:val="it-IT"/>
        </w:rPr>
        <w:sectPr w:rsidR="00155294" w:rsidRPr="00E91ADE">
          <w:type w:val="continuous"/>
          <w:pgSz w:w="12240" w:h="15840"/>
          <w:pgMar w:top="520" w:right="1020" w:bottom="280" w:left="1020" w:header="720" w:footer="720" w:gutter="0"/>
          <w:cols w:space="720"/>
        </w:sectPr>
      </w:pPr>
    </w:p>
    <w:p w:rsidR="00155294" w:rsidRPr="00E91ADE" w:rsidRDefault="00155294">
      <w:pPr>
        <w:pStyle w:val="BodyText"/>
        <w:spacing w:before="69"/>
        <w:rPr>
          <w:rFonts w:ascii="Verdana" w:hAnsi="Verdana"/>
          <w:sz w:val="20"/>
          <w:szCs w:val="20"/>
          <w:lang w:val="it-IT"/>
        </w:rPr>
      </w:pP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 xml:space="preserve">Data </w:t>
      </w:r>
      <w:r w:rsidRPr="00E91ADE">
        <w:rPr>
          <w:rFonts w:ascii="Verdana" w:hAnsi="Verdana"/>
          <w:color w:val="000009"/>
          <w:sz w:val="20"/>
          <w:szCs w:val="20"/>
          <w:u w:val="single" w:color="000008"/>
          <w:lang w:val="it-IT"/>
        </w:rPr>
        <w:t xml:space="preserve"> </w:t>
      </w:r>
    </w:p>
    <w:p w:rsidR="00155294" w:rsidRPr="00E91ADE" w:rsidRDefault="00155294">
      <w:pPr>
        <w:pStyle w:val="Heading1"/>
        <w:ind w:left="116"/>
        <w:rPr>
          <w:rFonts w:ascii="Verdana" w:hAnsi="Verdana"/>
          <w:b w:val="0"/>
          <w:bCs w:val="0"/>
          <w:sz w:val="20"/>
          <w:szCs w:val="20"/>
          <w:lang w:val="it-IT"/>
        </w:rPr>
      </w:pPr>
      <w:r w:rsidRPr="00E91ADE">
        <w:rPr>
          <w:rFonts w:ascii="Verdana" w:hAnsi="Verdana"/>
          <w:b w:val="0"/>
          <w:sz w:val="20"/>
          <w:szCs w:val="20"/>
          <w:lang w:val="it-IT"/>
        </w:rPr>
        <w:br w:type="column"/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IL</w:t>
      </w:r>
      <w:r w:rsidRPr="00E91ADE">
        <w:rPr>
          <w:rFonts w:ascii="Verdana" w:hAnsi="Verdana"/>
          <w:color w:val="000009"/>
          <w:spacing w:val="-13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DELEGATO</w:t>
      </w:r>
    </w:p>
    <w:p w:rsidR="00155294" w:rsidRPr="00E91ADE" w:rsidRDefault="00155294">
      <w:pPr>
        <w:rPr>
          <w:rFonts w:ascii="Verdana" w:hAnsi="Verdana"/>
          <w:sz w:val="20"/>
          <w:szCs w:val="20"/>
          <w:lang w:val="it-IT"/>
        </w:rPr>
        <w:sectPr w:rsidR="00155294" w:rsidRPr="00E91ADE">
          <w:type w:val="continuous"/>
          <w:pgSz w:w="12240" w:h="15840"/>
          <w:pgMar w:top="520" w:right="1020" w:bottom="280" w:left="1020" w:header="720" w:footer="720" w:gutter="0"/>
          <w:cols w:num="2" w:space="720" w:equalWidth="0">
            <w:col w:w="688" w:space="5684"/>
            <w:col w:w="3828"/>
          </w:cols>
        </w:sectPr>
      </w:pPr>
    </w:p>
    <w:p w:rsidR="00155294" w:rsidRPr="00E91ADE" w:rsidRDefault="00155294">
      <w:pPr>
        <w:spacing w:before="7" w:line="20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pStyle w:val="BodyText"/>
        <w:spacing w:before="69"/>
        <w:ind w:left="6488"/>
        <w:rPr>
          <w:rFonts w:ascii="Verdana" w:hAnsi="Verdana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1026" style="position:absolute;left:0;text-align:left;margin-left:304.6pt;margin-top:3.2pt;width:210pt;height:.1pt;z-index:-251658752;mso-position-horizontal-relative:page" coordorigin="6092,64" coordsize="4200,2">
            <v:shape id="_x0000_s1027" style="position:absolute;left:6092;top:64;width:4200;height:2" coordorigin="6092,64" coordsize="4200,0" path="m6092,64r4200,e" filled="f" strokecolor="#000008" strokeweight=".48pt">
              <v:path arrowok="t"/>
            </v:shape>
            <w10:wrap anchorx="page"/>
          </v:group>
        </w:pict>
      </w:r>
      <w:r>
        <w:rPr>
          <w:noProof/>
          <w:lang w:val="it-IT" w:eastAsia="it-IT"/>
        </w:rPr>
        <w:pict>
          <v:group id="_x0000_s1028" style="position:absolute;left:0;text-align:left;margin-left:56.8pt;margin-top:30.65pt;width:498pt;height:.1pt;z-index:-251657728;mso-position-horizontal-relative:page" coordorigin="1136,613" coordsize="9960,2">
            <v:shape id="_x0000_s1029" style="position:absolute;left:1136;top:613;width:9960;height:2" coordorigin="1136,613" coordsize="9960,0" path="m1136,613r9960,e" filled="f" strokecolor="#000008" strokeweight=".26669mm">
              <v:path arrowok="t"/>
            </v:shape>
            <w10:wrap anchorx="page"/>
          </v:group>
        </w:pic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(firma</w:t>
      </w:r>
      <w:r w:rsidRPr="00E91ADE">
        <w:rPr>
          <w:rFonts w:ascii="Verdana" w:hAnsi="Verdana"/>
          <w:color w:val="000009"/>
          <w:spacing w:val="-14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leggibile)</w:t>
      </w:r>
    </w:p>
    <w:p w:rsidR="00155294" w:rsidRPr="00E91ADE" w:rsidRDefault="00155294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spacing w:before="3" w:line="28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pStyle w:val="Heading1"/>
        <w:spacing w:line="275" w:lineRule="exact"/>
        <w:ind w:left="1696" w:right="1696"/>
        <w:jc w:val="center"/>
        <w:rPr>
          <w:rFonts w:ascii="Verdana" w:hAnsi="Verdana"/>
          <w:b w:val="0"/>
          <w:bCs w:val="0"/>
          <w:sz w:val="16"/>
          <w:szCs w:val="16"/>
          <w:lang w:val="it-IT"/>
        </w:rPr>
      </w:pP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AUTENTICAZIONE</w:t>
      </w:r>
      <w:r w:rsidRPr="00E91ADE">
        <w:rPr>
          <w:rFonts w:ascii="Verdana" w:hAnsi="Verdana"/>
          <w:color w:val="000009"/>
          <w:spacing w:val="-7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DELLA</w:t>
      </w:r>
      <w:r w:rsidRPr="00E91ADE">
        <w:rPr>
          <w:rFonts w:ascii="Verdana" w:hAnsi="Verdana"/>
          <w:color w:val="000009"/>
          <w:spacing w:val="-5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FIRMA</w:t>
      </w:r>
    </w:p>
    <w:p w:rsidR="00155294" w:rsidRPr="00E91ADE" w:rsidRDefault="00155294">
      <w:pPr>
        <w:spacing w:line="252" w:lineRule="exact"/>
        <w:ind w:left="1696" w:right="1702"/>
        <w:jc w:val="center"/>
        <w:rPr>
          <w:rFonts w:ascii="Verdana" w:hAnsi="Verdana"/>
          <w:sz w:val="16"/>
          <w:szCs w:val="16"/>
          <w:lang w:val="it-IT"/>
        </w:rPr>
      </w:pP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(art.</w:t>
      </w:r>
      <w:r w:rsidRPr="00E91ADE">
        <w:rPr>
          <w:rFonts w:ascii="Verdana" w:hAnsi="Verdana"/>
          <w:color w:val="000009"/>
          <w:spacing w:val="-2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14,</w:t>
      </w:r>
      <w:r w:rsidRPr="00E91ADE">
        <w:rPr>
          <w:rFonts w:ascii="Verdana" w:hAnsi="Verdana"/>
          <w:color w:val="000009"/>
          <w:spacing w:val="50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Legge</w:t>
      </w:r>
      <w:r w:rsidRPr="00E91ADE">
        <w:rPr>
          <w:rFonts w:ascii="Verdana" w:hAnsi="Verdana"/>
          <w:color w:val="000009"/>
          <w:spacing w:val="-5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21</w:t>
      </w:r>
      <w:r w:rsidRPr="00E91ADE">
        <w:rPr>
          <w:rFonts w:ascii="Verdana" w:hAnsi="Verdana"/>
          <w:color w:val="000009"/>
          <w:spacing w:val="-2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marzo</w:t>
      </w:r>
      <w:r w:rsidRPr="00E91ADE">
        <w:rPr>
          <w:rFonts w:ascii="Verdana" w:hAnsi="Verdana"/>
          <w:color w:val="000009"/>
          <w:spacing w:val="-3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1990,</w:t>
      </w:r>
      <w:r w:rsidRPr="00E91ADE">
        <w:rPr>
          <w:rFonts w:ascii="Verdana" w:hAnsi="Verdana"/>
          <w:color w:val="000009"/>
          <w:spacing w:val="50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n.</w:t>
      </w:r>
      <w:r w:rsidRPr="00E91ADE">
        <w:rPr>
          <w:rFonts w:ascii="Verdana" w:hAnsi="Verdana"/>
          <w:color w:val="000009"/>
          <w:spacing w:val="-2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53</w:t>
      </w:r>
      <w:r w:rsidRPr="00E91ADE">
        <w:rPr>
          <w:rFonts w:ascii="Verdana" w:hAnsi="Verdana"/>
          <w:color w:val="000009"/>
          <w:spacing w:val="-5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e</w:t>
      </w:r>
      <w:r w:rsidRPr="00E91ADE">
        <w:rPr>
          <w:rFonts w:ascii="Verdana" w:hAnsi="Verdana"/>
          <w:color w:val="000009"/>
          <w:spacing w:val="-2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successive</w:t>
      </w:r>
      <w:r w:rsidRPr="00E91ADE">
        <w:rPr>
          <w:rFonts w:ascii="Verdana" w:hAnsi="Verdana"/>
          <w:color w:val="000009"/>
          <w:spacing w:val="-3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modifiche</w:t>
      </w:r>
      <w:r w:rsidRPr="00E91ADE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ed</w:t>
      </w:r>
      <w:r w:rsidRPr="00E91ADE">
        <w:rPr>
          <w:rFonts w:ascii="Verdana" w:hAnsi="Verdana"/>
          <w:color w:val="000009"/>
          <w:spacing w:val="-5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integrazioni)</w:t>
      </w:r>
    </w:p>
    <w:p w:rsidR="00155294" w:rsidRPr="00E91ADE" w:rsidRDefault="00155294">
      <w:pPr>
        <w:spacing w:before="1" w:line="180" w:lineRule="exact"/>
        <w:rPr>
          <w:rFonts w:ascii="Verdana" w:hAnsi="Verdana"/>
          <w:sz w:val="16"/>
          <w:szCs w:val="16"/>
          <w:lang w:val="it-IT"/>
        </w:rPr>
      </w:pPr>
    </w:p>
    <w:p w:rsidR="00155294" w:rsidRPr="00E91ADE" w:rsidRDefault="00155294">
      <w:pPr>
        <w:spacing w:line="180" w:lineRule="exact"/>
        <w:rPr>
          <w:rFonts w:ascii="Verdana" w:hAnsi="Verdana"/>
          <w:sz w:val="16"/>
          <w:szCs w:val="16"/>
          <w:lang w:val="it-IT"/>
        </w:rPr>
        <w:sectPr w:rsidR="00155294" w:rsidRPr="00E91ADE">
          <w:type w:val="continuous"/>
          <w:pgSz w:w="12240" w:h="15840"/>
          <w:pgMar w:top="520" w:right="1020" w:bottom="280" w:left="1020" w:header="720" w:footer="720" w:gutter="0"/>
          <w:cols w:space="720"/>
        </w:sectPr>
      </w:pPr>
    </w:p>
    <w:p w:rsidR="00155294" w:rsidRPr="00E91ADE" w:rsidRDefault="00155294">
      <w:pPr>
        <w:spacing w:before="71" w:line="360" w:lineRule="auto"/>
        <w:ind w:left="115"/>
        <w:rPr>
          <w:rFonts w:ascii="Verdana" w:hAnsi="Verdana"/>
          <w:sz w:val="16"/>
          <w:szCs w:val="16"/>
          <w:lang w:val="it-IT"/>
        </w:rPr>
      </w:pP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Il</w:t>
      </w:r>
      <w:r w:rsidRPr="00E91ADE">
        <w:rPr>
          <w:rFonts w:ascii="Verdana" w:hAnsi="Verdana"/>
          <w:color w:val="000009"/>
          <w:spacing w:val="-5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sottoscritto</w:t>
      </w:r>
      <w:r w:rsidRPr="00E91ADE">
        <w:rPr>
          <w:rFonts w:ascii="Verdana" w:hAnsi="Verdana"/>
          <w:color w:val="000009"/>
          <w:spacing w:val="-2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u w:val="single" w:color="000008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2"/>
          <w:sz w:val="16"/>
          <w:szCs w:val="16"/>
          <w:lang w:val="it-IT"/>
        </w:rPr>
        <w:t xml:space="preserve">                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previa</w:t>
      </w:r>
      <w:r w:rsidRPr="00E91ADE">
        <w:rPr>
          <w:rFonts w:ascii="Verdana" w:hAnsi="Verdana"/>
          <w:color w:val="000009"/>
          <w:spacing w:val="-9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identificazione</w:t>
      </w:r>
      <w:r w:rsidRPr="00E91ADE">
        <w:rPr>
          <w:rFonts w:ascii="Verdana" w:hAnsi="Verdana"/>
          <w:color w:val="000009"/>
          <w:spacing w:val="-8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del</w:t>
      </w:r>
      <w:r w:rsidRPr="00E91ADE">
        <w:rPr>
          <w:rFonts w:ascii="Verdana" w:hAnsi="Verdana"/>
          <w:color w:val="000009"/>
          <w:spacing w:val="-7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 xml:space="preserve">Sig. </w:t>
      </w:r>
      <w:r w:rsidRPr="00E91ADE">
        <w:rPr>
          <w:rFonts w:ascii="Verdana" w:hAnsi="Verdana"/>
          <w:color w:val="000009"/>
          <w:sz w:val="16"/>
          <w:szCs w:val="16"/>
          <w:u w:val="single" w:color="000008"/>
          <w:lang w:val="it-IT"/>
        </w:rPr>
        <w:t xml:space="preserve"> </w:t>
      </w:r>
    </w:p>
    <w:p w:rsidR="00155294" w:rsidRPr="00E91ADE" w:rsidRDefault="00155294">
      <w:pPr>
        <w:spacing w:before="71" w:line="360" w:lineRule="auto"/>
        <w:ind w:left="211" w:right="3269" w:hanging="96"/>
        <w:rPr>
          <w:rFonts w:ascii="Verdana" w:hAnsi="Verdana"/>
          <w:sz w:val="16"/>
          <w:szCs w:val="16"/>
          <w:lang w:val="it-IT"/>
        </w:rPr>
      </w:pPr>
      <w:r w:rsidRPr="00E91ADE">
        <w:rPr>
          <w:rFonts w:ascii="Verdana" w:hAnsi="Verdana"/>
          <w:sz w:val="16"/>
          <w:szCs w:val="16"/>
          <w:lang w:val="it-IT"/>
        </w:rPr>
        <w:br w:type="column"/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nella</w:t>
      </w:r>
      <w:r w:rsidRPr="00E91ADE">
        <w:rPr>
          <w:rFonts w:ascii="Verdana" w:hAnsi="Verdana"/>
          <w:color w:val="000009"/>
          <w:spacing w:val="-8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qualità</w:t>
      </w:r>
      <w:r w:rsidRPr="00E91ADE">
        <w:rPr>
          <w:rFonts w:ascii="Verdana" w:hAnsi="Verdana"/>
          <w:color w:val="000009"/>
          <w:spacing w:val="-8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di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u w:val="single" w:color="000008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29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a</w:t>
      </w:r>
      <w:r w:rsidRPr="00E91ADE">
        <w:rPr>
          <w:rFonts w:ascii="Verdana" w:hAnsi="Verdana"/>
          <w:color w:val="000009"/>
          <w:spacing w:val="-5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mezzo</w:t>
      </w:r>
      <w:r w:rsidRPr="00E91ADE">
        <w:rPr>
          <w:rFonts w:ascii="Verdana" w:hAnsi="Verdana"/>
          <w:color w:val="000009"/>
          <w:spacing w:val="-3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di</w:t>
      </w:r>
      <w:r w:rsidRPr="00E91ADE">
        <w:rPr>
          <w:rFonts w:ascii="Verdana" w:hAnsi="Verdana"/>
          <w:color w:val="000009"/>
          <w:spacing w:val="1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u w:val="single" w:color="000008"/>
          <w:lang w:val="it-IT"/>
        </w:rPr>
        <w:t xml:space="preserve"> </w:t>
      </w:r>
    </w:p>
    <w:p w:rsidR="00155294" w:rsidRPr="00E91ADE" w:rsidRDefault="00155294">
      <w:pPr>
        <w:spacing w:line="360" w:lineRule="auto"/>
        <w:rPr>
          <w:rFonts w:ascii="Verdana" w:hAnsi="Verdana"/>
          <w:sz w:val="16"/>
          <w:szCs w:val="16"/>
          <w:lang w:val="it-IT"/>
        </w:rPr>
        <w:sectPr w:rsidR="00155294" w:rsidRPr="00E91ADE">
          <w:type w:val="continuous"/>
          <w:pgSz w:w="12240" w:h="15840"/>
          <w:pgMar w:top="520" w:right="1020" w:bottom="280" w:left="1020" w:header="720" w:footer="720" w:gutter="0"/>
          <w:cols w:num="2" w:space="720" w:equalWidth="0">
            <w:col w:w="2861" w:space="2539"/>
            <w:col w:w="4800"/>
          </w:cols>
        </w:sectPr>
      </w:pPr>
    </w:p>
    <w:p w:rsidR="00155294" w:rsidRPr="00E91ADE" w:rsidRDefault="00155294">
      <w:pPr>
        <w:spacing w:before="2"/>
        <w:ind w:left="115"/>
        <w:rPr>
          <w:rFonts w:ascii="Verdana" w:hAnsi="Verdana"/>
          <w:sz w:val="16"/>
          <w:szCs w:val="16"/>
          <w:lang w:val="it-IT"/>
        </w:rPr>
      </w:pPr>
      <w:r w:rsidRPr="00E91ADE">
        <w:rPr>
          <w:rFonts w:ascii="Verdana" w:hAnsi="Verdana"/>
          <w:color w:val="000009"/>
          <w:sz w:val="16"/>
          <w:szCs w:val="16"/>
          <w:lang w:val="it-IT"/>
        </w:rPr>
        <w:t>a</w:t>
      </w:r>
      <w:r w:rsidRPr="00E91ADE">
        <w:rPr>
          <w:rFonts w:ascii="Verdana" w:hAnsi="Verdana"/>
          <w:color w:val="000009"/>
          <w:spacing w:val="33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norma</w:t>
      </w:r>
      <w:r w:rsidRPr="00E91ADE">
        <w:rPr>
          <w:rFonts w:ascii="Verdana" w:hAnsi="Verdana"/>
          <w:color w:val="000009"/>
          <w:spacing w:val="37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dell’art.</w:t>
      </w:r>
      <w:r w:rsidRPr="00E91ADE">
        <w:rPr>
          <w:rFonts w:ascii="Verdana" w:hAnsi="Verdana"/>
          <w:color w:val="000009"/>
          <w:spacing w:val="35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21</w:t>
      </w:r>
      <w:r w:rsidRPr="00E91ADE">
        <w:rPr>
          <w:rFonts w:ascii="Verdana" w:hAnsi="Verdana"/>
          <w:color w:val="000009"/>
          <w:spacing w:val="35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del</w:t>
      </w:r>
      <w:r w:rsidRPr="00E91ADE">
        <w:rPr>
          <w:rFonts w:ascii="Verdana" w:hAnsi="Verdana"/>
          <w:color w:val="000009"/>
          <w:spacing w:val="37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D.P.R.</w:t>
      </w:r>
      <w:r w:rsidRPr="00E91ADE">
        <w:rPr>
          <w:rFonts w:ascii="Verdana" w:hAnsi="Verdana"/>
          <w:color w:val="000009"/>
          <w:spacing w:val="36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n.</w:t>
      </w:r>
      <w:r w:rsidRPr="00E91ADE">
        <w:rPr>
          <w:rFonts w:ascii="Verdana" w:hAnsi="Verdana"/>
          <w:color w:val="000009"/>
          <w:spacing w:val="37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445/2000</w:t>
      </w:r>
      <w:r w:rsidRPr="00E91ADE">
        <w:rPr>
          <w:rFonts w:ascii="Verdana" w:hAnsi="Verdana"/>
          <w:color w:val="000009"/>
          <w:spacing w:val="35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e</w:t>
      </w:r>
      <w:r w:rsidRPr="00E91ADE">
        <w:rPr>
          <w:rFonts w:ascii="Verdana" w:hAnsi="Verdana"/>
          <w:color w:val="000009"/>
          <w:spacing w:val="3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ss.mm.ii.,</w:t>
      </w:r>
      <w:r w:rsidRPr="00E91ADE">
        <w:rPr>
          <w:rFonts w:ascii="Verdana" w:hAnsi="Verdana"/>
          <w:color w:val="000009"/>
          <w:spacing w:val="36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dichiaro</w:t>
      </w:r>
      <w:r w:rsidRPr="00E91ADE">
        <w:rPr>
          <w:rFonts w:ascii="Verdana" w:hAnsi="Verdana"/>
          <w:color w:val="000009"/>
          <w:spacing w:val="36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vera</w:t>
      </w:r>
      <w:r w:rsidRPr="00E91ADE">
        <w:rPr>
          <w:rFonts w:ascii="Verdana" w:hAnsi="Verdana"/>
          <w:color w:val="000009"/>
          <w:spacing w:val="35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ed</w:t>
      </w:r>
      <w:r w:rsidRPr="00E91ADE">
        <w:rPr>
          <w:rFonts w:ascii="Verdana" w:hAnsi="Verdana"/>
          <w:color w:val="000009"/>
          <w:spacing w:val="36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autentica</w:t>
      </w:r>
      <w:r w:rsidRPr="00E91ADE">
        <w:rPr>
          <w:rFonts w:ascii="Verdana" w:hAnsi="Verdana"/>
          <w:color w:val="000009"/>
          <w:spacing w:val="33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la</w:t>
      </w:r>
      <w:r w:rsidRPr="00E91ADE">
        <w:rPr>
          <w:rFonts w:ascii="Verdana" w:hAnsi="Verdana"/>
          <w:color w:val="000009"/>
          <w:spacing w:val="3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firma</w:t>
      </w:r>
      <w:r w:rsidRPr="00E91ADE">
        <w:rPr>
          <w:rFonts w:ascii="Verdana" w:hAnsi="Verdana"/>
          <w:color w:val="000009"/>
          <w:spacing w:val="35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apposta</w:t>
      </w:r>
      <w:r w:rsidRPr="00E91ADE">
        <w:rPr>
          <w:rFonts w:ascii="Verdana" w:hAnsi="Verdana"/>
          <w:color w:val="000009"/>
          <w:spacing w:val="36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in</w:t>
      </w:r>
      <w:r w:rsidRPr="00E91ADE">
        <w:rPr>
          <w:rFonts w:ascii="Verdana" w:hAnsi="Verdana"/>
          <w:color w:val="000009"/>
          <w:spacing w:val="35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2"/>
          <w:sz w:val="16"/>
          <w:szCs w:val="16"/>
          <w:lang w:val="it-IT"/>
        </w:rPr>
        <w:t>mia</w:t>
      </w:r>
    </w:p>
    <w:p w:rsidR="00155294" w:rsidRPr="00E91ADE" w:rsidRDefault="00155294">
      <w:pPr>
        <w:rPr>
          <w:rFonts w:ascii="Verdana" w:hAnsi="Verdana"/>
          <w:sz w:val="16"/>
          <w:szCs w:val="16"/>
          <w:lang w:val="it-IT"/>
        </w:rPr>
        <w:sectPr w:rsidR="00155294" w:rsidRPr="00E91ADE">
          <w:type w:val="continuous"/>
          <w:pgSz w:w="12240" w:h="15840"/>
          <w:pgMar w:top="520" w:right="1020" w:bottom="280" w:left="1020" w:header="720" w:footer="720" w:gutter="0"/>
          <w:cols w:space="720"/>
        </w:sectPr>
      </w:pPr>
    </w:p>
    <w:p w:rsidR="00155294" w:rsidRPr="00E91ADE" w:rsidRDefault="00155294">
      <w:pPr>
        <w:spacing w:before="1"/>
        <w:ind w:left="115"/>
        <w:rPr>
          <w:rFonts w:ascii="Verdana" w:hAnsi="Verdana"/>
          <w:sz w:val="16"/>
          <w:szCs w:val="16"/>
          <w:lang w:val="it-IT"/>
        </w:rPr>
      </w:pP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presenza</w:t>
      </w:r>
      <w:r w:rsidRPr="00E91ADE">
        <w:rPr>
          <w:rFonts w:ascii="Verdana" w:hAnsi="Verdana"/>
          <w:color w:val="000009"/>
          <w:spacing w:val="47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dal</w:t>
      </w:r>
      <w:r w:rsidRPr="00E91ADE">
        <w:rPr>
          <w:rFonts w:ascii="Verdana" w:hAnsi="Verdana"/>
          <w:color w:val="000009"/>
          <w:spacing w:val="1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u w:val="single" w:color="000008"/>
          <w:lang w:val="it-IT"/>
        </w:rPr>
        <w:t xml:space="preserve"> </w:t>
      </w:r>
    </w:p>
    <w:p w:rsidR="00155294" w:rsidRPr="00E91ADE" w:rsidRDefault="00155294">
      <w:pPr>
        <w:spacing w:before="1"/>
        <w:ind w:left="115"/>
        <w:rPr>
          <w:rFonts w:ascii="Verdana" w:hAnsi="Verdana"/>
          <w:sz w:val="16"/>
          <w:szCs w:val="16"/>
          <w:lang w:val="it-IT"/>
        </w:rPr>
      </w:pPr>
      <w:r w:rsidRPr="00E91ADE">
        <w:rPr>
          <w:rFonts w:ascii="Verdana" w:hAnsi="Verdana"/>
          <w:sz w:val="16"/>
          <w:szCs w:val="16"/>
          <w:lang w:val="it-IT"/>
        </w:rPr>
        <w:br w:type="column"/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medesim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 xml:space="preserve">   </w:t>
      </w:r>
      <w:r w:rsidRPr="00E91ADE">
        <w:rPr>
          <w:rFonts w:ascii="Verdana" w:hAnsi="Verdana"/>
          <w:color w:val="000009"/>
          <w:spacing w:val="4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.</w:t>
      </w:r>
    </w:p>
    <w:p w:rsidR="00155294" w:rsidRPr="00E91ADE" w:rsidRDefault="00155294">
      <w:pPr>
        <w:rPr>
          <w:rFonts w:ascii="Verdana" w:hAnsi="Verdana"/>
          <w:sz w:val="16"/>
          <w:szCs w:val="16"/>
          <w:lang w:val="it-IT"/>
        </w:rPr>
        <w:sectPr w:rsidR="00155294" w:rsidRPr="00E91ADE">
          <w:type w:val="continuous"/>
          <w:pgSz w:w="12240" w:h="15840"/>
          <w:pgMar w:top="520" w:right="1020" w:bottom="280" w:left="1020" w:header="720" w:footer="720" w:gutter="0"/>
          <w:cols w:num="2" w:space="720" w:equalWidth="0">
            <w:col w:w="1373" w:space="158"/>
            <w:col w:w="8669"/>
          </w:cols>
        </w:sectPr>
      </w:pPr>
    </w:p>
    <w:p w:rsidR="00155294" w:rsidRPr="00E91ADE" w:rsidRDefault="00155294">
      <w:pPr>
        <w:spacing w:before="1" w:line="254" w:lineRule="exact"/>
        <w:ind w:left="115" w:right="129"/>
        <w:rPr>
          <w:rFonts w:ascii="Verdana" w:hAnsi="Verdana"/>
          <w:sz w:val="16"/>
          <w:szCs w:val="16"/>
          <w:lang w:val="it-IT"/>
        </w:rPr>
      </w:pP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Il</w:t>
      </w:r>
      <w:r w:rsidRPr="00E91ADE">
        <w:rPr>
          <w:rFonts w:ascii="Verdana" w:hAnsi="Verdana"/>
          <w:color w:val="000009"/>
          <w:spacing w:val="-3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sottoscrittore</w:t>
      </w:r>
      <w:r w:rsidRPr="00E91ADE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è</w:t>
      </w:r>
      <w:r w:rsidRPr="00E91ADE">
        <w:rPr>
          <w:rFonts w:ascii="Verdana" w:hAnsi="Verdana"/>
          <w:color w:val="000009"/>
          <w:spacing w:val="-5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stato</w:t>
      </w:r>
      <w:r w:rsidRPr="00E91ADE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preventivamente</w:t>
      </w:r>
      <w:r w:rsidRPr="00E91ADE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ammonito</w:t>
      </w:r>
      <w:r w:rsidRPr="00E91ADE">
        <w:rPr>
          <w:rFonts w:ascii="Verdana" w:hAnsi="Verdana"/>
          <w:color w:val="000009"/>
          <w:spacing w:val="-3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sulla</w:t>
      </w:r>
      <w:r w:rsidRPr="00E91ADE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responsabilità</w:t>
      </w:r>
      <w:r w:rsidRPr="00E91ADE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penale</w:t>
      </w:r>
      <w:r w:rsidRPr="00E91ADE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nella</w:t>
      </w:r>
      <w:r w:rsidRPr="00E91ADE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quale</w:t>
      </w:r>
      <w:r w:rsidRPr="00E91ADE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può</w:t>
      </w:r>
      <w:r w:rsidRPr="00E91ADE">
        <w:rPr>
          <w:rFonts w:ascii="Verdana" w:hAnsi="Verdana"/>
          <w:color w:val="000009"/>
          <w:spacing w:val="-3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incorrere</w:t>
      </w:r>
      <w:r w:rsidRPr="00E91ADE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in</w:t>
      </w:r>
      <w:r w:rsidRPr="00E91ADE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caso</w:t>
      </w:r>
      <w:r w:rsidRPr="00E91ADE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di</w:t>
      </w:r>
      <w:r w:rsidRPr="00E91ADE">
        <w:rPr>
          <w:rFonts w:ascii="Verdana" w:hAnsi="Verdana"/>
          <w:color w:val="000009"/>
          <w:spacing w:val="103"/>
          <w:w w:val="99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dichiarazione</w:t>
      </w:r>
      <w:r w:rsidRPr="00E91ADE">
        <w:rPr>
          <w:rFonts w:ascii="Verdana" w:hAnsi="Verdana"/>
          <w:color w:val="000009"/>
          <w:spacing w:val="-15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mendace.</w:t>
      </w:r>
    </w:p>
    <w:p w:rsidR="00155294" w:rsidRPr="00E91ADE" w:rsidRDefault="00155294">
      <w:pPr>
        <w:pStyle w:val="BodyText"/>
        <w:tabs>
          <w:tab w:val="left" w:pos="3715"/>
        </w:tabs>
        <w:spacing w:line="273" w:lineRule="exact"/>
        <w:rPr>
          <w:rFonts w:ascii="Verdana" w:hAnsi="Verdana"/>
          <w:sz w:val="20"/>
          <w:szCs w:val="20"/>
          <w:lang w:val="it-IT"/>
        </w:rPr>
      </w:pPr>
      <w:r w:rsidRPr="00E91ADE">
        <w:rPr>
          <w:rFonts w:ascii="Verdana" w:hAnsi="Verdana"/>
          <w:color w:val="000009"/>
          <w:sz w:val="20"/>
          <w:szCs w:val="20"/>
          <w:u w:val="single" w:color="000008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ab/>
        <w:t xml:space="preserve">,  </w:t>
      </w:r>
      <w:r w:rsidRPr="00E91ADE">
        <w:rPr>
          <w:rFonts w:ascii="Verdana" w:hAnsi="Verdana"/>
          <w:color w:val="000009"/>
          <w:sz w:val="20"/>
          <w:szCs w:val="20"/>
          <w:u w:val="single" w:color="000008"/>
          <w:lang w:val="it-IT"/>
        </w:rPr>
        <w:t xml:space="preserve"> </w:t>
      </w:r>
    </w:p>
    <w:p w:rsidR="00155294" w:rsidRPr="00E91ADE" w:rsidRDefault="00155294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spacing w:before="9" w:line="20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spacing w:before="74" w:line="360" w:lineRule="auto"/>
        <w:ind w:left="5072" w:right="221" w:firstLine="708"/>
        <w:rPr>
          <w:rFonts w:ascii="Verdana" w:hAnsi="Verdana"/>
          <w:sz w:val="16"/>
          <w:szCs w:val="16"/>
          <w:lang w:val="it-IT"/>
        </w:rPr>
      </w:pPr>
      <w:r>
        <w:rPr>
          <w:noProof/>
          <w:lang w:val="it-IT" w:eastAsia="it-IT"/>
        </w:rPr>
        <w:pict>
          <v:group id="_x0000_s1030" style="position:absolute;left:0;text-align:left;margin-left:81.2pt;margin-top:-3.35pt;width:87.3pt;height:87.2pt;z-index:-251660800;mso-position-horizontal-relative:page" coordorigin="1624,-67" coordsize="1746,1744">
            <v:group id="_x0000_s1031" style="position:absolute;left:1644;top:-47;width:1704;height:1704" coordorigin="1644,-47" coordsize="1704,1704">
              <v:shape id="_x0000_s1032" style="position:absolute;left:1644;top:-47;width:1704;height:1704" coordorigin="1644,-47" coordsize="1704,1704" path="m1644,805r2,-46l1650,715r4,-44l1664,627r10,-44l1702,499r36,-82l1782,341r52,-72l1894,203r66,-60l2032,89r78,-44l2192,9r42,-14l2276,-19r44,-10l2364,-37r44,-6l2452,-47r44,l2542,-47r44,4l2630,-37r44,8l2718,-19r42,14l2802,9r42,18l2884,45r38,22l2960,89r38,26l3032,143r34,28l3098,203r32,32l3158,269r28,34l3212,341r22,38l3256,417r36,82l3320,583r18,88l3348,759r,46l3346,849r-4,44l3338,937r-10,44l3318,1025r-12,42l3290,1109r-16,42l3254,1191r-44,78l3158,1341r-60,66l3032,1467r-72,52l2882,1563r-40,20l2760,1615r-86,22l2586,1651r-90,6l2496,1655r-44,l2364,1645r-88,-18l2234,1613r-42,-14l2110,1563r-78,-44l1960,1465r-66,-58l1864,1373r-30,-32l1808,1305r-26,-36l1758,1231r-20,-40l1718,1151r-16,-42l1674,1025r-18,-88l1646,849r-2,-44xe" filled="f" strokeweight="2pt">
                <v:path arrowok="t"/>
              </v:shape>
            </v:group>
            <v:group id="_x0000_s1033" style="position:absolute;left:1644;top:-47;width:2;height:2" coordorigin="1644,-47" coordsize="2,2">
              <v:shape id="_x0000_s1034" style="position:absolute;left:1644;top:-47;width:2;height:2" coordorigin="1644,-47" coordsize="0,0" path="m1644,-47r,e" filled="f" strokeweight="2pt">
                <v:path arrowok="t"/>
              </v:shape>
            </v:group>
            <v:group id="_x0000_s1035" style="position:absolute;left:3350;top:1657;width:2;height:2" coordorigin="3350,1657" coordsize="2,2">
              <v:shape id="_x0000_s1036" style="position:absolute;left:3350;top:1657;width:2;height:2" coordorigin="3350,1657" coordsize="0,0" path="m3350,1657r,e" filled="f" strokeweight="2pt">
                <v:path arrowok="t"/>
              </v:shape>
            </v:group>
            <w10:wrap anchorx="page"/>
          </v:group>
        </w:pict>
      </w:r>
      <w:r>
        <w:rPr>
          <w:noProof/>
          <w:lang w:val="it-IT" w:eastAsia="it-IT"/>
        </w:rPr>
        <w:pict>
          <v:group id="_x0000_s1037" style="position:absolute;left:0;text-align:left;margin-left:304.6pt;margin-top:69.2pt;width:240pt;height:.1pt;z-index:-251656704;mso-position-horizontal-relative:page" coordorigin="6092,1384" coordsize="4800,2">
            <v:shape id="_x0000_s1038" style="position:absolute;left:6092;top:1384;width:4800;height:2" coordorigin="6092,1384" coordsize="4800,0" path="m6092,1384r4800,e" filled="f" strokecolor="#000008" strokeweight=".4pt">
              <v:path arrowok="t"/>
            </v:shape>
            <w10:wrap anchorx="page"/>
          </v:group>
        </w:pic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Firma</w:t>
      </w:r>
      <w:r w:rsidRPr="00E91ADE">
        <w:rPr>
          <w:rFonts w:ascii="Verdana" w:hAnsi="Verdana"/>
          <w:color w:val="000009"/>
          <w:spacing w:val="-3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leggibile</w:t>
      </w:r>
      <w:r w:rsidRPr="00E91ADE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(nome</w:t>
      </w:r>
      <w:r w:rsidRPr="00E91ADE">
        <w:rPr>
          <w:rFonts w:ascii="Verdana" w:hAnsi="Verdana"/>
          <w:color w:val="000009"/>
          <w:spacing w:val="-2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e</w:t>
      </w:r>
      <w:r w:rsidRPr="00E91ADE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cognome</w:t>
      </w:r>
      <w:r w:rsidRPr="00E91ADE">
        <w:rPr>
          <w:rFonts w:ascii="Verdana" w:hAnsi="Verdana"/>
          <w:color w:val="000009"/>
          <w:spacing w:val="-2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per</w:t>
      </w:r>
      <w:r w:rsidRPr="00E91ADE">
        <w:rPr>
          <w:rFonts w:ascii="Verdana" w:hAnsi="Verdana"/>
          <w:color w:val="000009"/>
          <w:spacing w:val="-2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esteso)</w:t>
      </w:r>
      <w:r w:rsidRPr="00E91ADE">
        <w:rPr>
          <w:rFonts w:ascii="Verdana" w:hAnsi="Verdana"/>
          <w:color w:val="000009"/>
          <w:spacing w:val="43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z w:val="16"/>
          <w:szCs w:val="16"/>
          <w:lang w:val="it-IT"/>
        </w:rPr>
        <w:t>e</w:t>
      </w:r>
      <w:r w:rsidRPr="00E91ADE">
        <w:rPr>
          <w:rFonts w:ascii="Verdana" w:hAnsi="Verdana"/>
          <w:color w:val="000009"/>
          <w:spacing w:val="43"/>
          <w:w w:val="99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qualifica</w:t>
      </w:r>
      <w:r w:rsidRPr="00E91ADE">
        <w:rPr>
          <w:rFonts w:ascii="Verdana" w:hAnsi="Verdana"/>
          <w:color w:val="000009"/>
          <w:spacing w:val="-6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del</w:t>
      </w:r>
      <w:r w:rsidRPr="00E91ADE">
        <w:rPr>
          <w:rFonts w:ascii="Verdana" w:hAnsi="Verdana"/>
          <w:color w:val="000009"/>
          <w:spacing w:val="-7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pubblico</w:t>
      </w:r>
      <w:r w:rsidRPr="00E91ADE">
        <w:rPr>
          <w:rFonts w:ascii="Verdana" w:hAnsi="Verdana"/>
          <w:color w:val="000009"/>
          <w:spacing w:val="-5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ufficiale</w:t>
      </w:r>
      <w:r w:rsidRPr="00E91ADE">
        <w:rPr>
          <w:rFonts w:ascii="Verdana" w:hAnsi="Verdana"/>
          <w:color w:val="000009"/>
          <w:spacing w:val="-6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che</w:t>
      </w:r>
      <w:r w:rsidRPr="00E91ADE">
        <w:rPr>
          <w:rFonts w:ascii="Verdana" w:hAnsi="Verdana"/>
          <w:color w:val="000009"/>
          <w:spacing w:val="-5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procede</w:t>
      </w:r>
      <w:r w:rsidRPr="00E91ADE">
        <w:rPr>
          <w:rFonts w:ascii="Verdana" w:hAnsi="Verdana"/>
          <w:color w:val="000009"/>
          <w:spacing w:val="-8"/>
          <w:sz w:val="16"/>
          <w:szCs w:val="16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16"/>
          <w:szCs w:val="16"/>
          <w:lang w:val="it-IT"/>
        </w:rPr>
        <w:t>all'autenticazione</w:t>
      </w:r>
    </w:p>
    <w:p w:rsidR="00155294" w:rsidRPr="00E91ADE" w:rsidRDefault="00155294">
      <w:pPr>
        <w:spacing w:before="4" w:line="15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155294" w:rsidRPr="00E91ADE" w:rsidRDefault="00155294">
      <w:pPr>
        <w:spacing w:before="69"/>
        <w:ind w:left="115"/>
        <w:rPr>
          <w:rFonts w:ascii="Verdana" w:hAnsi="Verdana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group id="_x0000_s1039" style="position:absolute;left:0;text-align:left;margin-left:56.7pt;margin-top:.3pt;width:124.7pt;height:.1pt;z-index:-251659776;mso-position-horizontal-relative:page" coordorigin="1134,6" coordsize="2494,2">
            <v:shape id="_x0000_s1040" style="position:absolute;left:1134;top:6;width:2494;height:2" coordorigin="1134,6" coordsize="2494,0" path="m1134,6r2494,e" filled="f" strokeweight=".6pt">
              <v:path arrowok="t"/>
            </v:shape>
            <w10:wrap anchorx="page"/>
          </v:group>
        </w:pict>
      </w:r>
      <w:bookmarkStart w:id="0" w:name="_bookmark0"/>
      <w:bookmarkEnd w:id="0"/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1Art</w:t>
      </w:r>
      <w:r w:rsidRPr="00E91ADE">
        <w:rPr>
          <w:rFonts w:ascii="Verdana" w:hAnsi="Verdana"/>
          <w:color w:val="000009"/>
          <w:spacing w:val="-6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27</w:t>
      </w:r>
      <w:r w:rsidRPr="00E91ADE">
        <w:rPr>
          <w:rFonts w:ascii="Verdana" w:hAnsi="Verdana"/>
          <w:color w:val="000009"/>
          <w:spacing w:val="-4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del</w:t>
      </w:r>
      <w:r w:rsidRPr="00E91ADE">
        <w:rPr>
          <w:rFonts w:ascii="Verdana" w:hAnsi="Verdana"/>
          <w:color w:val="000009"/>
          <w:spacing w:val="-6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Manuale</w:t>
      </w:r>
      <w:r w:rsidRPr="00E91ADE">
        <w:rPr>
          <w:rFonts w:ascii="Verdana" w:hAnsi="Verdana"/>
          <w:color w:val="000009"/>
          <w:spacing w:val="-6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operativo</w:t>
      </w:r>
      <w:r w:rsidRPr="00E91ADE">
        <w:rPr>
          <w:rFonts w:ascii="Verdana" w:hAnsi="Verdana"/>
          <w:color w:val="000009"/>
          <w:spacing w:val="-3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per</w:t>
      </w:r>
      <w:r w:rsidRPr="00E91ADE">
        <w:rPr>
          <w:rFonts w:ascii="Verdana" w:hAnsi="Verdana"/>
          <w:color w:val="000009"/>
          <w:spacing w:val="-6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l'Elezione</w:t>
      </w:r>
      <w:r w:rsidRPr="00E91ADE">
        <w:rPr>
          <w:rFonts w:ascii="Verdana" w:hAnsi="Verdana"/>
          <w:color w:val="000009"/>
          <w:spacing w:val="-2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del</w:t>
      </w:r>
      <w:r w:rsidRPr="00E91ADE">
        <w:rPr>
          <w:rFonts w:ascii="Verdana" w:hAnsi="Verdana"/>
          <w:color w:val="000009"/>
          <w:spacing w:val="-6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Presidente</w:t>
      </w:r>
      <w:r w:rsidRPr="00E91ADE">
        <w:rPr>
          <w:rFonts w:ascii="Verdana" w:hAnsi="Verdana"/>
          <w:color w:val="000009"/>
          <w:spacing w:val="-6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e</w:t>
      </w:r>
      <w:r w:rsidRPr="00E91ADE">
        <w:rPr>
          <w:rFonts w:ascii="Verdana" w:hAnsi="Verdana"/>
          <w:color w:val="000009"/>
          <w:spacing w:val="-4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del</w:t>
      </w:r>
      <w:r w:rsidRPr="00E91ADE">
        <w:rPr>
          <w:rFonts w:ascii="Verdana" w:hAnsi="Verdana"/>
          <w:color w:val="000009"/>
          <w:spacing w:val="-5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Consiglio</w:t>
      </w:r>
      <w:r w:rsidRPr="00E91ADE">
        <w:rPr>
          <w:rFonts w:ascii="Verdana" w:hAnsi="Verdana"/>
          <w:color w:val="000009"/>
          <w:spacing w:val="-3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provinciale</w:t>
      </w:r>
      <w:r w:rsidRPr="00E91ADE">
        <w:rPr>
          <w:rFonts w:ascii="Verdana" w:hAnsi="Verdana"/>
          <w:color w:val="000009"/>
          <w:spacing w:val="-3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della</w:t>
      </w:r>
      <w:r w:rsidRPr="00E91ADE">
        <w:rPr>
          <w:rFonts w:ascii="Verdana" w:hAnsi="Verdana"/>
          <w:color w:val="000009"/>
          <w:spacing w:val="-6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Provincia</w:t>
      </w:r>
      <w:r w:rsidRPr="00E91ADE">
        <w:rPr>
          <w:rFonts w:ascii="Verdana" w:hAnsi="Verdana"/>
          <w:color w:val="000009"/>
          <w:spacing w:val="-3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z w:val="20"/>
          <w:szCs w:val="20"/>
          <w:lang w:val="it-IT"/>
        </w:rPr>
        <w:t>di</w:t>
      </w:r>
      <w:r w:rsidRPr="00E91ADE">
        <w:rPr>
          <w:rFonts w:ascii="Verdana" w:hAnsi="Verdana"/>
          <w:color w:val="000009"/>
          <w:spacing w:val="-6"/>
          <w:sz w:val="20"/>
          <w:szCs w:val="20"/>
          <w:lang w:val="it-IT"/>
        </w:rPr>
        <w:t xml:space="preserve"> </w:t>
      </w:r>
      <w:r w:rsidRPr="00E91ADE">
        <w:rPr>
          <w:rFonts w:ascii="Verdana" w:hAnsi="Verdana"/>
          <w:color w:val="000009"/>
          <w:spacing w:val="-1"/>
          <w:sz w:val="20"/>
          <w:szCs w:val="20"/>
          <w:lang w:val="it-IT"/>
        </w:rPr>
        <w:t>Crotone</w:t>
      </w:r>
    </w:p>
    <w:sectPr w:rsidR="00155294" w:rsidRPr="00E91ADE" w:rsidSect="00B837A7">
      <w:type w:val="continuous"/>
      <w:pgSz w:w="12240" w:h="15840"/>
      <w:pgMar w:top="52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7A7"/>
    <w:rsid w:val="00155294"/>
    <w:rsid w:val="00760B1F"/>
    <w:rsid w:val="00B837A7"/>
    <w:rsid w:val="00E542BF"/>
    <w:rsid w:val="00E91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7A7"/>
    <w:pPr>
      <w:widowControl w:val="0"/>
    </w:pPr>
    <w:rPr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B837A7"/>
    <w:pPr>
      <w:spacing w:before="69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6087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837A7"/>
    <w:pPr>
      <w:ind w:left="115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A6087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B837A7"/>
  </w:style>
  <w:style w:type="paragraph" w:customStyle="1" w:styleId="TableParagraph">
    <w:name w:val="Table Paragraph"/>
    <w:basedOn w:val="Normal"/>
    <w:uiPriority w:val="99"/>
    <w:rsid w:val="00B837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229</Words>
  <Characters>1309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ALL’UFFICIO ELETTORALE DELLA PROVINCIA DI CROTONE</dc:title>
  <dc:subject/>
  <dc:creator>curbano</dc:creator>
  <cp:keywords/>
  <dc:description/>
  <cp:lastModifiedBy> </cp:lastModifiedBy>
  <cp:revision>2</cp:revision>
  <dcterms:created xsi:type="dcterms:W3CDTF">2016-12-28T08:29:00Z</dcterms:created>
  <dcterms:modified xsi:type="dcterms:W3CDTF">2016-12-28T08:29:00Z</dcterms:modified>
</cp:coreProperties>
</file>